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23D4B-3278-4720-8460-BB418CB40329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